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2" w:type="dxa"/>
        <w:tblInd w:w="4560" w:type="dxa"/>
        <w:tblLook w:val="01E0" w:firstRow="1" w:lastRow="1" w:firstColumn="1" w:lastColumn="1" w:noHBand="0" w:noVBand="0"/>
      </w:tblPr>
      <w:tblGrid>
        <w:gridCol w:w="9582"/>
      </w:tblGrid>
      <w:tr w:rsidR="00AB788E" w14:paraId="4D6B80D9" w14:textId="77777777" w:rsidTr="00AB788E">
        <w:trPr>
          <w:trHeight w:val="319"/>
        </w:trPr>
        <w:tc>
          <w:tcPr>
            <w:tcW w:w="9582" w:type="dxa"/>
            <w:hideMark/>
          </w:tcPr>
          <w:p w14:paraId="7C5113A4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>Приложение №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4</w:t>
            </w:r>
          </w:p>
        </w:tc>
      </w:tr>
      <w:tr w:rsidR="00AB788E" w14:paraId="605D1D0C" w14:textId="77777777" w:rsidTr="00AB788E">
        <w:trPr>
          <w:trHeight w:val="424"/>
        </w:trPr>
        <w:tc>
          <w:tcPr>
            <w:tcW w:w="9582" w:type="dxa"/>
            <w:hideMark/>
          </w:tcPr>
          <w:p w14:paraId="303AF1DB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к Договору </w:t>
            </w:r>
            <w:r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№ __________</w:t>
            </w:r>
          </w:p>
        </w:tc>
      </w:tr>
      <w:tr w:rsidR="00AB788E" w14:paraId="295E28DF" w14:textId="77777777" w:rsidTr="00AB788E">
        <w:trPr>
          <w:trHeight w:val="201"/>
        </w:trPr>
        <w:tc>
          <w:tcPr>
            <w:tcW w:w="9582" w:type="dxa"/>
            <w:hideMark/>
          </w:tcPr>
          <w:p w14:paraId="6F3041EE" w14:textId="77777777" w:rsidR="00AB788E" w:rsidRDefault="00AB788E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1C52AB96" w14:textId="77777777" w:rsidR="00AB788E" w:rsidRDefault="00AB788E" w:rsidP="00AB788E">
      <w:pPr>
        <w:pStyle w:val="2"/>
        <w:jc w:val="right"/>
        <w:rPr>
          <w:rFonts w:ascii="Tahoma" w:hAnsi="Tahoma" w:cs="Tahoma"/>
        </w:rPr>
      </w:pPr>
    </w:p>
    <w:p w14:paraId="2A8D524A" w14:textId="77777777" w:rsidR="00AB788E" w:rsidRDefault="00AB788E" w:rsidP="00AB788E">
      <w:pPr>
        <w:pStyle w:val="2"/>
        <w:jc w:val="right"/>
        <w:rPr>
          <w:rFonts w:ascii="Tahoma" w:hAnsi="Tahoma" w:cs="Tahoma"/>
        </w:rPr>
      </w:pPr>
    </w:p>
    <w:p w14:paraId="0A9AAE96" w14:textId="77777777" w:rsidR="00AB788E" w:rsidRDefault="00AB788E" w:rsidP="00AB788E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ПЕРЕЧЕНЬ</w:t>
      </w:r>
    </w:p>
    <w:p w14:paraId="6B2871D4" w14:textId="77777777" w:rsidR="00AB788E" w:rsidRDefault="00AB788E" w:rsidP="00AB788E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КОММЕРЧЕСКИХ РАСЧЕТНЫХ ПРИБОРОВ УЗЛА УЧЕТА И МЕСТО ИХ УСТАНОВКИ</w:t>
      </w:r>
    </w:p>
    <w:p w14:paraId="09A3BAD8" w14:textId="77777777" w:rsidR="00AB788E" w:rsidRDefault="00AB788E" w:rsidP="00AB788E">
      <w:pPr>
        <w:pStyle w:val="2"/>
        <w:jc w:val="left"/>
        <w:rPr>
          <w:rFonts w:ascii="Tahoma" w:hAnsi="Tahoma" w:cs="Tahoma"/>
        </w:rPr>
      </w:pPr>
    </w:p>
    <w:p w14:paraId="6943A870" w14:textId="77777777" w:rsidR="00AB788E" w:rsidRDefault="00AB788E" w:rsidP="00AB788E">
      <w:pPr>
        <w:pStyle w:val="2"/>
        <w:jc w:val="left"/>
        <w:rPr>
          <w:rFonts w:ascii="Tahoma" w:hAnsi="Tahoma" w:cs="Tahoma"/>
        </w:rPr>
      </w:pPr>
    </w:p>
    <w:tbl>
      <w:tblPr>
        <w:tblW w:w="13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2977"/>
        <w:gridCol w:w="2547"/>
        <w:gridCol w:w="1463"/>
        <w:gridCol w:w="1276"/>
        <w:gridCol w:w="1417"/>
        <w:gridCol w:w="1701"/>
        <w:gridCol w:w="1802"/>
      </w:tblGrid>
      <w:tr w:rsidR="00AB788E" w14:paraId="40A4B94D" w14:textId="77777777" w:rsidTr="00AB788E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C4D3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C152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установки узла учета тепловой энергии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4B7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FF68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Заводской номер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2281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Единица измерений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9417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1F68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2863A596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11D425F0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Дата очередной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поверки</w:t>
            </w:r>
          </w:p>
          <w:p w14:paraId="12C035BE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72DA6D6C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AB788E" w14:paraId="0BBA841D" w14:textId="77777777" w:rsidTr="00AB788E">
        <w:trPr>
          <w:trHeight w:val="1180"/>
          <w:jc w:val="center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9C90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EEC4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C6B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Адрес объекта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61E0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B0D5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8C7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CC7B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83FD" w14:textId="77777777" w:rsidR="00AB788E" w:rsidRDefault="00AB78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AB788E" w14:paraId="2E8C70A7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021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C124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5B2A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5956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147B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7D2A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7CD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480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709718FD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7B73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E13D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1AC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952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3025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C4A5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D989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56AE" w14:textId="77777777" w:rsidR="00AB788E" w:rsidRDefault="00AB788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76060086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28F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438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99EF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925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19AE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0EDC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847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7D63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14FDF73B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26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180A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25ED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DD52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860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A25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ED3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577C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788E" w14:paraId="0DA5510C" w14:textId="77777777" w:rsidTr="00AB788E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B56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854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28B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3B37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C53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F2D8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861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D7E5" w14:textId="77777777" w:rsidR="00AB788E" w:rsidRDefault="00AB78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1A22FF92" w14:textId="77777777" w:rsidR="00AB788E" w:rsidRDefault="00AB788E" w:rsidP="00AB788E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16CB5E79" w14:textId="77777777" w:rsidR="00AB788E" w:rsidRDefault="00AB788E" w:rsidP="00AB788E">
      <w:pPr>
        <w:pStyle w:val="1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Теплоснабжающая организация: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  <w:lang w:val="en-US"/>
        </w:rPr>
        <w:t xml:space="preserve">                                                                   </w:t>
      </w:r>
      <w:r>
        <w:rPr>
          <w:rFonts w:ascii="Tahoma" w:hAnsi="Tahoma" w:cs="Tahoma"/>
          <w:b w:val="0"/>
          <w:sz w:val="20"/>
        </w:rPr>
        <w:t>Исполнитель:</w:t>
      </w:r>
    </w:p>
    <w:p w14:paraId="12F415A9" w14:textId="77777777" w:rsidR="00AB788E" w:rsidRDefault="00AB788E" w:rsidP="00AB788E">
      <w:pPr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_____________________/______________/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</w:t>
      </w:r>
      <w:r>
        <w:rPr>
          <w:rFonts w:ascii="Tahoma" w:hAnsi="Tahoma" w:cs="Tahoma"/>
          <w:sz w:val="20"/>
          <w:szCs w:val="20"/>
          <w:lang w:val="ru-RU"/>
        </w:rPr>
        <w:t>__________________/________________/</w:t>
      </w:r>
    </w:p>
    <w:p w14:paraId="38EFB5BC" w14:textId="77777777" w:rsidR="00AB788E" w:rsidRDefault="00AB788E" w:rsidP="00AB788E">
      <w:pPr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М.П.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  <w:t xml:space="preserve">                М.П.</w:t>
      </w:r>
    </w:p>
    <w:sectPr w:rsidR="00AB788E" w:rsidSect="00AB78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97999" w14:textId="77777777" w:rsidR="00AB788E" w:rsidRDefault="00AB788E">
      <w:pPr>
        <w:spacing w:after="0" w:line="240" w:lineRule="auto"/>
      </w:pPr>
      <w:r>
        <w:separator/>
      </w:r>
    </w:p>
  </w:endnote>
  <w:endnote w:type="continuationSeparator" w:id="0">
    <w:p w14:paraId="6B109044" w14:textId="77777777" w:rsidR="00AB788E" w:rsidRDefault="00AB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283BD" w14:textId="77777777" w:rsidR="00AB788E" w:rsidRDefault="00AB788E">
      <w:pPr>
        <w:spacing w:after="0" w:line="240" w:lineRule="auto"/>
      </w:pPr>
      <w:r>
        <w:separator/>
      </w:r>
    </w:p>
  </w:footnote>
  <w:footnote w:type="continuationSeparator" w:id="0">
    <w:p w14:paraId="2622B806" w14:textId="77777777" w:rsidR="00AB788E" w:rsidRDefault="00AB7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DateAndTime/>
  <w:attachedTemplate r:id="rId1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8E"/>
    <w:rsid w:val="00287445"/>
    <w:rsid w:val="004B3F67"/>
    <w:rsid w:val="00511995"/>
    <w:rsid w:val="00AB788E"/>
    <w:rsid w:val="00AF3F70"/>
    <w:rsid w:val="00B0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29A5B8"/>
  <w15:docId w15:val="{9C86EB14-46F8-436F-B96F-E01F0763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8E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B788E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AB788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AB788E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AB788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3C957-2BFD-468F-87E5-8EACED3D5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110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2</cp:revision>
  <dcterms:created xsi:type="dcterms:W3CDTF">2022-02-09T08:29:00Z</dcterms:created>
  <dcterms:modified xsi:type="dcterms:W3CDTF">2022-02-09T08:29:00Z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